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CA9F" w14:textId="361840AB" w:rsidR="00003D98" w:rsidRPr="00EA239D" w:rsidRDefault="00D619CE" w:rsidP="00D619CE">
      <w:pPr>
        <w:jc w:val="right"/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 xml:space="preserve">Końskowola, dnia </w:t>
      </w:r>
      <w:r w:rsidR="00D8414B">
        <w:rPr>
          <w:rFonts w:ascii="Cambria" w:hAnsi="Cambria" w:cstheme="majorHAnsi"/>
          <w:lang w:val="en"/>
        </w:rPr>
        <w:t>18</w:t>
      </w:r>
      <w:r w:rsidR="00A777A5">
        <w:rPr>
          <w:rFonts w:ascii="Cambria" w:hAnsi="Cambria" w:cstheme="majorHAnsi"/>
          <w:lang w:val="en"/>
        </w:rPr>
        <w:t xml:space="preserve"> </w:t>
      </w:r>
      <w:proofErr w:type="spellStart"/>
      <w:r w:rsidR="0034617E">
        <w:rPr>
          <w:rFonts w:ascii="Cambria" w:hAnsi="Cambria" w:cstheme="majorHAnsi"/>
          <w:lang w:val="en"/>
        </w:rPr>
        <w:t>lipca</w:t>
      </w:r>
      <w:proofErr w:type="spellEnd"/>
      <w:r w:rsidR="0034617E">
        <w:rPr>
          <w:rFonts w:ascii="Cambria" w:hAnsi="Cambria" w:cstheme="majorHAnsi"/>
          <w:lang w:val="en"/>
        </w:rPr>
        <w:t xml:space="preserve"> </w:t>
      </w:r>
      <w:r w:rsidRPr="00EA239D">
        <w:rPr>
          <w:rFonts w:ascii="Cambria" w:hAnsi="Cambria" w:cstheme="majorHAnsi"/>
          <w:lang w:val="en"/>
        </w:rPr>
        <w:t>202</w:t>
      </w:r>
      <w:r w:rsidR="003B362A" w:rsidRPr="00EA239D">
        <w:rPr>
          <w:rFonts w:ascii="Cambria" w:hAnsi="Cambria" w:cstheme="majorHAnsi"/>
          <w:lang w:val="en"/>
        </w:rPr>
        <w:t>5</w:t>
      </w:r>
      <w:r w:rsidRPr="00EA239D">
        <w:rPr>
          <w:rFonts w:ascii="Cambria" w:hAnsi="Cambria" w:cstheme="majorHAnsi"/>
          <w:lang w:val="en"/>
        </w:rPr>
        <w:t xml:space="preserve"> r.</w:t>
      </w:r>
    </w:p>
    <w:p w14:paraId="12B78711" w14:textId="7C6FA0AB" w:rsidR="00D619CE" w:rsidRPr="00EA239D" w:rsidRDefault="003B362A" w:rsidP="001E5EB6">
      <w:pPr>
        <w:rPr>
          <w:rFonts w:ascii="Cambria" w:hAnsi="Cambria" w:cstheme="majorHAnsi"/>
          <w:lang w:val="en"/>
        </w:rPr>
      </w:pPr>
      <w:r w:rsidRPr="00EA239D">
        <w:rPr>
          <w:rFonts w:ascii="Cambria" w:hAnsi="Cambria" w:cstheme="majorHAnsi"/>
          <w:lang w:val="en"/>
        </w:rPr>
        <w:t>Znak sprawy</w:t>
      </w:r>
      <w:r w:rsidR="00EF3E6B" w:rsidRPr="00EA239D">
        <w:rPr>
          <w:rFonts w:ascii="Cambria" w:hAnsi="Cambria" w:cstheme="majorHAnsi"/>
          <w:lang w:val="en"/>
        </w:rPr>
        <w:t>: ZP.271.2.</w:t>
      </w:r>
      <w:r w:rsidR="00212087">
        <w:rPr>
          <w:rFonts w:ascii="Cambria" w:hAnsi="Cambria" w:cstheme="majorHAnsi"/>
          <w:lang w:val="en"/>
        </w:rPr>
        <w:t>3</w:t>
      </w:r>
      <w:r w:rsidR="00E834AB">
        <w:rPr>
          <w:rFonts w:ascii="Cambria" w:hAnsi="Cambria" w:cstheme="majorHAnsi"/>
          <w:lang w:val="en"/>
        </w:rPr>
        <w:t>9</w:t>
      </w:r>
      <w:r w:rsidR="00EF3E6B" w:rsidRPr="00EA239D">
        <w:rPr>
          <w:rFonts w:ascii="Cambria" w:hAnsi="Cambria" w:cstheme="majorHAnsi"/>
          <w:lang w:val="en"/>
        </w:rPr>
        <w:t>.202</w:t>
      </w:r>
      <w:r w:rsidR="00590377">
        <w:rPr>
          <w:rFonts w:ascii="Cambria" w:hAnsi="Cambria" w:cstheme="majorHAnsi"/>
          <w:lang w:val="en"/>
        </w:rPr>
        <w:t>5</w:t>
      </w:r>
    </w:p>
    <w:p w14:paraId="1692A09A" w14:textId="77777777" w:rsidR="00E166FF" w:rsidRDefault="00E166FF" w:rsidP="002F7DC3">
      <w:pPr>
        <w:jc w:val="both"/>
        <w:rPr>
          <w:rFonts w:ascii="Cambria" w:hAnsi="Cambria" w:cstheme="majorHAnsi"/>
        </w:rPr>
      </w:pPr>
    </w:p>
    <w:p w14:paraId="2193344F" w14:textId="77777777" w:rsidR="0034617E" w:rsidRPr="00EA239D" w:rsidRDefault="0034617E" w:rsidP="002F7DC3">
      <w:pPr>
        <w:jc w:val="both"/>
        <w:rPr>
          <w:rFonts w:ascii="Cambria" w:hAnsi="Cambria" w:cstheme="majorHAnsi"/>
        </w:rPr>
      </w:pPr>
    </w:p>
    <w:p w14:paraId="1227F164" w14:textId="735F4A47" w:rsidR="00E166FF" w:rsidRPr="00EA239D" w:rsidRDefault="000A5FDC" w:rsidP="00F00141">
      <w:pPr>
        <w:spacing w:after="0" w:line="240" w:lineRule="auto"/>
        <w:ind w:left="1416" w:firstLine="708"/>
        <w:jc w:val="both"/>
        <w:rPr>
          <w:rFonts w:ascii="Cambria" w:hAnsi="Cambria" w:cstheme="majorHAnsi"/>
          <w:b/>
          <w:i/>
        </w:rPr>
      </w:pPr>
      <w:r>
        <w:rPr>
          <w:rFonts w:ascii="Cambria" w:hAnsi="Cambria" w:cstheme="majorHAnsi"/>
          <w:b/>
          <w:i/>
        </w:rPr>
        <w:t>I</w:t>
      </w:r>
      <w:r w:rsidR="002D745F" w:rsidRPr="00EA239D">
        <w:rPr>
          <w:rFonts w:ascii="Cambria" w:hAnsi="Cambria" w:cstheme="majorHAnsi"/>
          <w:b/>
          <w:i/>
        </w:rPr>
        <w:t xml:space="preserve">nformacja o </w:t>
      </w:r>
      <w:r w:rsidR="00590377">
        <w:rPr>
          <w:rFonts w:ascii="Cambria" w:hAnsi="Cambria" w:cstheme="majorHAnsi"/>
          <w:b/>
          <w:i/>
        </w:rPr>
        <w:t>wyborze najkorzystniejszej oferty</w:t>
      </w:r>
    </w:p>
    <w:p w14:paraId="21643AB5" w14:textId="77777777" w:rsidR="00E166FF" w:rsidRPr="00EA239D" w:rsidRDefault="00E166FF" w:rsidP="00E166FF">
      <w:pPr>
        <w:spacing w:after="0" w:line="240" w:lineRule="auto"/>
        <w:jc w:val="both"/>
        <w:rPr>
          <w:rFonts w:ascii="Cambria" w:hAnsi="Cambria" w:cstheme="majorHAnsi"/>
          <w:bCs/>
          <w:i/>
        </w:rPr>
      </w:pPr>
      <w:r w:rsidRPr="00EA239D">
        <w:rPr>
          <w:rFonts w:ascii="Cambria" w:hAnsi="Cambria" w:cstheme="majorHAnsi"/>
          <w:b/>
          <w:i/>
        </w:rPr>
        <w:tab/>
      </w:r>
    </w:p>
    <w:p w14:paraId="2260FCD7" w14:textId="77777777" w:rsidR="00A777A5" w:rsidRDefault="00A777A5" w:rsidP="00A777A5">
      <w:pPr>
        <w:autoSpaceDE w:val="0"/>
        <w:autoSpaceDN w:val="0"/>
        <w:adjustRightInd w:val="0"/>
        <w:spacing w:after="0" w:line="240" w:lineRule="auto"/>
        <w:rPr>
          <w:rFonts w:ascii="Cambria" w:hAnsi="Cambria" w:cstheme="majorHAnsi"/>
          <w:bCs/>
          <w:sz w:val="24"/>
          <w:szCs w:val="24"/>
        </w:rPr>
      </w:pPr>
    </w:p>
    <w:p w14:paraId="7607EEA0" w14:textId="52AF23E8" w:rsidR="0034617E" w:rsidRPr="003F46D4" w:rsidRDefault="00E166FF" w:rsidP="003F46D4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3F46D4">
        <w:rPr>
          <w:rFonts w:ascii="Cambria" w:hAnsi="Cambria" w:cstheme="majorHAnsi"/>
          <w:bCs/>
        </w:rPr>
        <w:t xml:space="preserve">Zamawiający, Gmina Końskowola z siedzibą w Końskowoli, </w:t>
      </w:r>
      <w:r w:rsidR="002D745F" w:rsidRPr="003F46D4">
        <w:rPr>
          <w:rFonts w:ascii="Cambria" w:hAnsi="Cambria" w:cstheme="majorHAnsi"/>
          <w:bCs/>
        </w:rPr>
        <w:t xml:space="preserve">informuje o </w:t>
      </w:r>
      <w:r w:rsidR="00590377" w:rsidRPr="003F46D4">
        <w:rPr>
          <w:rFonts w:ascii="Cambria" w:hAnsi="Cambria" w:cstheme="majorHAnsi"/>
          <w:bCs/>
        </w:rPr>
        <w:t xml:space="preserve">wyborze najkorzystniejszej oferty w postępowaniu </w:t>
      </w:r>
      <w:r w:rsidR="002D31FF" w:rsidRPr="003F46D4">
        <w:rPr>
          <w:rFonts w:ascii="Cambria" w:hAnsi="Cambria" w:cstheme="majorHAnsi"/>
          <w:bCs/>
        </w:rPr>
        <w:t>pn</w:t>
      </w:r>
      <w:r w:rsidR="00212087" w:rsidRPr="003F46D4">
        <w:rPr>
          <w:rFonts w:ascii="Cambria" w:hAnsi="Cambria" w:cstheme="majorHAnsi"/>
          <w:bCs/>
        </w:rPr>
        <w:t xml:space="preserve">. </w:t>
      </w:r>
      <w:r w:rsidR="00212087" w:rsidRPr="003F46D4">
        <w:rPr>
          <w:rFonts w:ascii="Cambria" w:hAnsi="Cambria" w:cs="Calibri"/>
        </w:rPr>
        <w:t>„</w:t>
      </w:r>
      <w:bookmarkStart w:id="0" w:name="_Hlk68855610"/>
      <w:r w:rsidR="003F46D4" w:rsidRPr="003F46D4">
        <w:rPr>
          <w:rFonts w:ascii="Cambria" w:hAnsi="Cambria" w:cs="Calibri"/>
          <w:u w:val="single"/>
        </w:rPr>
        <w:t xml:space="preserve">Pełnienie funkcji Inspektora Nadzoru </w:t>
      </w:r>
      <w:r w:rsidR="00E834AB">
        <w:rPr>
          <w:rFonts w:ascii="Cambria" w:hAnsi="Cambria" w:cs="Calibri"/>
          <w:u w:val="single"/>
        </w:rPr>
        <w:t>Dendrologicznego</w:t>
      </w:r>
      <w:r w:rsidR="003F46D4" w:rsidRPr="003F46D4">
        <w:rPr>
          <w:rFonts w:ascii="Cambria" w:hAnsi="Cambria" w:cs="Calibri"/>
          <w:u w:val="single"/>
        </w:rPr>
        <w:t xml:space="preserve"> nad robotami budowlanymi w ramach </w:t>
      </w:r>
      <w:bookmarkEnd w:id="0"/>
      <w:r w:rsidR="003F46D4" w:rsidRPr="003F46D4">
        <w:rPr>
          <w:rFonts w:ascii="Cambria" w:hAnsi="Cambria" w:cs="Calibri"/>
          <w:u w:val="single"/>
        </w:rPr>
        <w:t>zadania</w:t>
      </w:r>
      <w:r w:rsidR="003F46D4" w:rsidRPr="003F46D4">
        <w:rPr>
          <w:rFonts w:ascii="Cambria" w:hAnsi="Cambria" w:cs="Calibri"/>
        </w:rPr>
        <w:t xml:space="preserve"> </w:t>
      </w:r>
      <w:r w:rsidR="003F46D4" w:rsidRPr="003F46D4">
        <w:rPr>
          <w:rFonts w:ascii="Cambria" w:hAnsi="Cambria" w:cs="Calibri"/>
          <w:b/>
          <w:bCs/>
          <w:lang w:eastAsia="pl-PL"/>
        </w:rPr>
        <w:t xml:space="preserve">„Wykonanie nagrobków mogiły nieznanych </w:t>
      </w:r>
      <w:r w:rsidR="003F46D4" w:rsidRPr="003F46D4">
        <w:rPr>
          <w:rFonts w:ascii="Cambria" w:hAnsi="Cambria" w:cs="Calibri"/>
          <w:b/>
          <w:bCs/>
        </w:rPr>
        <w:t>żołnierzy na cmentarzu parafialnym w Końskowoli.</w:t>
      </w:r>
      <w:r w:rsidR="003F46D4" w:rsidRPr="003F46D4">
        <w:rPr>
          <w:rFonts w:ascii="Cambria" w:hAnsi="Cambria" w:cs="Calibri"/>
          <w:b/>
          <w:bCs/>
          <w:lang w:eastAsia="pl-PL"/>
        </w:rPr>
        <w:t>”</w:t>
      </w:r>
      <w:r w:rsidR="003F46D4" w:rsidRPr="003F46D4">
        <w:rPr>
          <w:rFonts w:ascii="Cambria" w:hAnsi="Cambria" w:cs="Calibri"/>
          <w:lang w:eastAsia="pl-PL"/>
        </w:rPr>
        <w:t xml:space="preserve">  </w:t>
      </w:r>
    </w:p>
    <w:p w14:paraId="1F2B466F" w14:textId="5044AF5A" w:rsidR="00590377" w:rsidRDefault="00590377" w:rsidP="00A777A5">
      <w:pPr>
        <w:pStyle w:val="NormalnyWeb"/>
        <w:widowControl w:val="0"/>
        <w:shd w:val="clear" w:color="auto" w:fill="FFFFFF"/>
        <w:tabs>
          <w:tab w:val="left" w:pos="426"/>
        </w:tabs>
        <w:spacing w:after="0"/>
        <w:jc w:val="both"/>
        <w:rPr>
          <w:rFonts w:ascii="Cambria" w:hAnsi="Cambria"/>
          <w:spacing w:val="-2"/>
        </w:rPr>
      </w:pPr>
      <w:r w:rsidRPr="00A777A5">
        <w:rPr>
          <w:rFonts w:ascii="Cambria" w:hAnsi="Cambria"/>
          <w:b/>
          <w:bCs/>
          <w:spacing w:val="-2"/>
        </w:rPr>
        <w:t>Najkorzystniejszą ofertą</w:t>
      </w:r>
      <w:r w:rsidRPr="00A777A5">
        <w:rPr>
          <w:rFonts w:ascii="Cambria" w:hAnsi="Cambria"/>
          <w:spacing w:val="-2"/>
        </w:rPr>
        <w:t xml:space="preserve"> pod względem kryterium określonym w zapytaniu ofertowym (cena- 100%) jest </w:t>
      </w:r>
      <w:r w:rsidRPr="00A777A5">
        <w:rPr>
          <w:rFonts w:ascii="Cambria" w:hAnsi="Cambria"/>
          <w:b/>
          <w:bCs/>
          <w:spacing w:val="-2"/>
        </w:rPr>
        <w:t xml:space="preserve">oferta nr </w:t>
      </w:r>
      <w:r w:rsidR="00A777A5">
        <w:rPr>
          <w:rFonts w:ascii="Cambria" w:hAnsi="Cambria"/>
          <w:b/>
          <w:bCs/>
          <w:spacing w:val="-2"/>
        </w:rPr>
        <w:t>1</w:t>
      </w:r>
      <w:r w:rsidRPr="00A777A5">
        <w:rPr>
          <w:rFonts w:ascii="Cambria" w:hAnsi="Cambria"/>
          <w:b/>
          <w:bCs/>
          <w:spacing w:val="-2"/>
        </w:rPr>
        <w:t>,</w:t>
      </w:r>
      <w:r w:rsidRPr="00A777A5">
        <w:rPr>
          <w:rFonts w:ascii="Cambria" w:hAnsi="Cambria"/>
          <w:spacing w:val="-2"/>
        </w:rPr>
        <w:t xml:space="preserve"> złożona przez Wykonawcę:</w:t>
      </w:r>
    </w:p>
    <w:p w14:paraId="75FF56CC" w14:textId="15F8FFE9" w:rsidR="00590377" w:rsidRDefault="00E834AB" w:rsidP="00212087">
      <w:pPr>
        <w:pStyle w:val="Tekst"/>
        <w:spacing w:after="0"/>
        <w:jc w:val="both"/>
        <w:rPr>
          <w:rFonts w:ascii="Cambria" w:hAnsi="Cambria"/>
          <w:spacing w:val="-2"/>
        </w:rPr>
      </w:pPr>
      <w:r>
        <w:rPr>
          <w:rFonts w:ascii="Cambria" w:hAnsi="Cambria" w:cs="Arial"/>
        </w:rPr>
        <w:t xml:space="preserve">Izabela GIEDROJĆ, ul. Polna 15/55, 24-100 Puławy, </w:t>
      </w:r>
      <w:r w:rsidR="00590377" w:rsidRPr="00A777A5">
        <w:rPr>
          <w:rFonts w:ascii="Cambria" w:hAnsi="Cambria"/>
          <w:spacing w:val="-2"/>
        </w:rPr>
        <w:t>która otrzymała 100,00 pkt.</w:t>
      </w:r>
    </w:p>
    <w:p w14:paraId="065E5772" w14:textId="77777777" w:rsidR="00212087" w:rsidRPr="00212087" w:rsidRDefault="00212087" w:rsidP="00212087">
      <w:pPr>
        <w:pStyle w:val="Tekst"/>
        <w:spacing w:after="0"/>
        <w:jc w:val="both"/>
        <w:rPr>
          <w:rFonts w:ascii="Cambria" w:hAnsi="Cambria" w:cs="Arial"/>
        </w:rPr>
      </w:pPr>
    </w:p>
    <w:p w14:paraId="5FB1B915" w14:textId="77777777" w:rsidR="00590377" w:rsidRPr="00A777A5" w:rsidRDefault="00590377" w:rsidP="00590377">
      <w:pPr>
        <w:spacing w:line="300" w:lineRule="exact"/>
        <w:jc w:val="both"/>
        <w:rPr>
          <w:rFonts w:ascii="Cambria" w:hAnsi="Cambria"/>
          <w:b/>
          <w:spacing w:val="-2"/>
          <w:sz w:val="24"/>
          <w:szCs w:val="24"/>
        </w:rPr>
      </w:pPr>
      <w:r w:rsidRPr="00A777A5">
        <w:rPr>
          <w:rFonts w:ascii="Cambria" w:hAnsi="Cambria"/>
          <w:b/>
          <w:spacing w:val="-2"/>
          <w:sz w:val="24"/>
          <w:szCs w:val="24"/>
          <w:u w:val="single"/>
        </w:rPr>
        <w:t>Odnośnie pozostałych Wykonawców biorących udział w postępowaniu</w:t>
      </w:r>
      <w:r w:rsidRPr="00A777A5">
        <w:rPr>
          <w:rFonts w:ascii="Cambria" w:hAnsi="Cambria"/>
          <w:b/>
          <w:spacing w:val="-2"/>
          <w:sz w:val="24"/>
          <w:szCs w:val="24"/>
        </w:rPr>
        <w:t>:</w:t>
      </w:r>
    </w:p>
    <w:p w14:paraId="78A586E9" w14:textId="77777777" w:rsidR="00212087" w:rsidRDefault="0034617E" w:rsidP="00590377">
      <w:pPr>
        <w:spacing w:after="120" w:line="300" w:lineRule="exact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Oferta złożona przez: </w:t>
      </w:r>
    </w:p>
    <w:p w14:paraId="3608071E" w14:textId="334171D3" w:rsidR="00ED21A6" w:rsidRDefault="00E834AB" w:rsidP="00212087">
      <w:pPr>
        <w:pStyle w:val="Tekst"/>
        <w:spacing w:after="0"/>
        <w:jc w:val="both"/>
        <w:rPr>
          <w:rFonts w:ascii="Cambria" w:hAnsi="Cambria"/>
          <w:bCs/>
        </w:rPr>
      </w:pPr>
      <w:r>
        <w:rPr>
          <w:rFonts w:ascii="Cambria" w:hAnsi="Cambria" w:cs="Arial"/>
        </w:rPr>
        <w:t>Tomasz Klich, ul. Kopernika 6/27, 38-200 Jasło</w:t>
      </w:r>
      <w:r w:rsidR="0034617E">
        <w:rPr>
          <w:rFonts w:ascii="Cambria" w:hAnsi="Cambria"/>
          <w:bCs/>
        </w:rPr>
        <w:t xml:space="preserve">, która otrzymała </w:t>
      </w:r>
      <w:r>
        <w:rPr>
          <w:rFonts w:ascii="Cambria" w:hAnsi="Cambria"/>
          <w:bCs/>
        </w:rPr>
        <w:t>13,33</w:t>
      </w:r>
      <w:r w:rsidR="0034617E">
        <w:rPr>
          <w:rFonts w:ascii="Cambria" w:hAnsi="Cambria"/>
          <w:bCs/>
        </w:rPr>
        <w:t xml:space="preserve"> pkt.</w:t>
      </w:r>
    </w:p>
    <w:p w14:paraId="7DC40182" w14:textId="77777777" w:rsidR="00212087" w:rsidRDefault="00212087" w:rsidP="00212087">
      <w:pPr>
        <w:pStyle w:val="Tekst"/>
        <w:spacing w:after="0"/>
        <w:jc w:val="both"/>
        <w:rPr>
          <w:rFonts w:ascii="Cambria" w:hAnsi="Cambria" w:cs="Arial"/>
        </w:rPr>
      </w:pPr>
    </w:p>
    <w:p w14:paraId="0AC1106B" w14:textId="45E9E410" w:rsidR="00212087" w:rsidRPr="00212087" w:rsidRDefault="00212087" w:rsidP="00212087">
      <w:pPr>
        <w:pStyle w:val="Tekst"/>
        <w:spacing w:after="0"/>
        <w:jc w:val="both"/>
        <w:rPr>
          <w:rFonts w:ascii="Cambria" w:hAnsi="Cambria" w:cs="Arial"/>
        </w:rPr>
      </w:pPr>
    </w:p>
    <w:p w14:paraId="2F782C7A" w14:textId="77777777" w:rsidR="0011300A" w:rsidRDefault="0011300A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302C530D" w14:textId="77777777" w:rsidR="000A5FDC" w:rsidRPr="000A5FDC" w:rsidRDefault="000A5FDC" w:rsidP="00590377">
      <w:pPr>
        <w:spacing w:after="120" w:line="300" w:lineRule="exact"/>
        <w:jc w:val="both"/>
        <w:rPr>
          <w:rFonts w:ascii="Cambria" w:hAnsi="Cambria"/>
          <w:bCs/>
        </w:rPr>
      </w:pPr>
    </w:p>
    <w:p w14:paraId="7FABED1B" w14:textId="0661C1B9" w:rsidR="00D619CE" w:rsidRPr="000A5FDC" w:rsidRDefault="00590377" w:rsidP="002F7DC3">
      <w:pPr>
        <w:spacing w:after="120" w:line="300" w:lineRule="exact"/>
        <w:jc w:val="both"/>
        <w:rPr>
          <w:rFonts w:ascii="Cambria" w:hAnsi="Cambria"/>
          <w:spacing w:val="-2"/>
        </w:rPr>
      </w:pPr>
      <w:r w:rsidRPr="000A5FDC">
        <w:rPr>
          <w:rFonts w:ascii="Cambria" w:hAnsi="Cambria"/>
          <w:bCs/>
        </w:rPr>
        <w:t>W</w:t>
      </w:r>
      <w:r w:rsidRPr="000A5FDC">
        <w:rPr>
          <w:rFonts w:ascii="Cambria" w:hAnsi="Cambria"/>
        </w:rPr>
        <w:t xml:space="preserve"> celu podpisania umowy proszę o kontakt z Pan</w:t>
      </w:r>
      <w:r w:rsidR="00212087">
        <w:rPr>
          <w:rFonts w:ascii="Cambria" w:hAnsi="Cambria"/>
        </w:rPr>
        <w:t>ią Bernadetą Kupczyk</w:t>
      </w:r>
      <w:r w:rsidR="0034617E">
        <w:rPr>
          <w:rFonts w:ascii="Cambria" w:hAnsi="Cambria"/>
        </w:rPr>
        <w:t xml:space="preserve">, </w:t>
      </w:r>
      <w:r w:rsidRPr="000A5FDC">
        <w:rPr>
          <w:rFonts w:ascii="Cambria" w:hAnsi="Cambria"/>
        </w:rPr>
        <w:t xml:space="preserve">e-mail: </w:t>
      </w:r>
      <w:r w:rsidR="00212087">
        <w:rPr>
          <w:rFonts w:ascii="Cambria" w:hAnsi="Cambria"/>
          <w:b/>
          <w:color w:val="365F91"/>
          <w:u w:val="single"/>
        </w:rPr>
        <w:t>bkupczyk</w:t>
      </w:r>
      <w:r w:rsidRPr="000A5FDC">
        <w:rPr>
          <w:rFonts w:ascii="Cambria" w:hAnsi="Cambria"/>
          <w:b/>
          <w:color w:val="365F91"/>
          <w:u w:val="single"/>
        </w:rPr>
        <w:t>@konskowola.info.pl</w:t>
      </w:r>
      <w:r w:rsidRPr="000A5FDC">
        <w:rPr>
          <w:rFonts w:ascii="Cambria" w:hAnsi="Cambria"/>
        </w:rPr>
        <w:t xml:space="preserve"> lub pod numerem telefonu (81) 881 62 01 wew. 12</w:t>
      </w:r>
      <w:r w:rsidR="00212087">
        <w:rPr>
          <w:rFonts w:ascii="Cambria" w:hAnsi="Cambria"/>
        </w:rPr>
        <w:t>2</w:t>
      </w:r>
      <w:r w:rsidRPr="000A5FDC">
        <w:rPr>
          <w:rFonts w:ascii="Cambria" w:hAnsi="Cambria"/>
        </w:rPr>
        <w:t>.</w:t>
      </w:r>
    </w:p>
    <w:sectPr w:rsidR="00D619CE" w:rsidRPr="000A5FDC" w:rsidSect="00F46C8E">
      <w:headerReference w:type="default" r:id="rId7"/>
      <w:footerReference w:type="default" r:id="rId8"/>
      <w:pgSz w:w="11906" w:h="16838"/>
      <w:pgMar w:top="2552" w:right="1418" w:bottom="2835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99003" w14:textId="77777777" w:rsidR="006675B0" w:rsidRDefault="006675B0" w:rsidP="00F172A4">
      <w:pPr>
        <w:spacing w:after="0" w:line="240" w:lineRule="auto"/>
      </w:pPr>
      <w:r>
        <w:separator/>
      </w:r>
    </w:p>
  </w:endnote>
  <w:endnote w:type="continuationSeparator" w:id="0">
    <w:p w14:paraId="3533A8A7" w14:textId="77777777" w:rsidR="006675B0" w:rsidRDefault="006675B0" w:rsidP="00F1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ria Slab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  <w:font w:name="Adria Slab Light">
    <w:altName w:val="Calibri"/>
    <w:panose1 w:val="00000000000000000000"/>
    <w:charset w:val="00"/>
    <w:family w:val="modern"/>
    <w:notTrueType/>
    <w:pitch w:val="variable"/>
    <w:sig w:usb0="00000087" w:usb1="02000001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A0F7" w14:textId="3E6A338E" w:rsidR="005C4457" w:rsidRDefault="00187E4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B48AA4D" wp14:editId="7DEB5938">
              <wp:simplePos x="0" y="0"/>
              <wp:positionH relativeFrom="column">
                <wp:posOffset>-120770</wp:posOffset>
              </wp:positionH>
              <wp:positionV relativeFrom="paragraph">
                <wp:posOffset>-1009015</wp:posOffset>
              </wp:positionV>
              <wp:extent cx="1763395" cy="1353787"/>
              <wp:effectExtent l="0" t="0" r="8255" b="0"/>
              <wp:wrapNone/>
              <wp:docPr id="34869446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63395" cy="1353787"/>
                        <a:chOff x="0" y="0"/>
                        <a:chExt cx="1763395" cy="1353787"/>
                      </a:xfrm>
                    </wpg:grpSpPr>
                    <wps:wsp>
                      <wps:cNvPr id="12087423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13537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526D0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</w:pPr>
                            <w:r w:rsidRPr="00BB17A8">
                              <w:rPr>
                                <w:rFonts w:ascii="Adria Slab" w:hAnsi="Adria Slab"/>
                                <w:color w:val="0A7C40"/>
                                <w:sz w:val="20"/>
                                <w:szCs w:val="20"/>
                              </w:rPr>
                              <w:t>Urząd Miasta Końskowola</w:t>
                            </w:r>
                          </w:p>
                          <w:p w14:paraId="0FAEF5F2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ul. </w:t>
                            </w:r>
                            <w:proofErr w:type="spellStart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Pożowska</w:t>
                            </w:r>
                            <w:proofErr w:type="spellEnd"/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3A</w:t>
                            </w:r>
                          </w:p>
                          <w:p w14:paraId="461E0C7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24-130 Końskowola</w:t>
                            </w:r>
                          </w:p>
                          <w:p w14:paraId="09D14358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3C114216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NIP 716-26-71-389</w:t>
                            </w:r>
                          </w:p>
                          <w:p w14:paraId="7D212BE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REGON 431019661</w:t>
                            </w:r>
                          </w:p>
                          <w:p w14:paraId="7C9DCB3A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</w:p>
                          <w:p w14:paraId="4C8A6495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Pr="00BB17A8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881 62 01</w:t>
                            </w:r>
                          </w:p>
                          <w:p w14:paraId="74419359" w14:textId="3623E708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081</w:t>
                            </w:r>
                            <w:r w:rsidR="00A007F5">
                              <w:rPr>
                                <w:rFonts w:cs="Calibri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 </w:t>
                            </w:r>
                            <w:r w:rsidR="00A007F5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881 </w:t>
                            </w: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62 02</w:t>
                            </w:r>
                          </w:p>
                          <w:p w14:paraId="12BEBAC4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BB17A8">
                              <w:rPr>
                                <w:rFonts w:ascii="Adria Slab Light" w:hAnsi="Adria Slab Light"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 xml:space="preserve">     ugkonskowola@post.pl</w:t>
                            </w:r>
                          </w:p>
                          <w:p w14:paraId="3A0FA761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  <w:p w14:paraId="0594F43B" w14:textId="77777777" w:rsidR="00187E41" w:rsidRPr="00BB17A8" w:rsidRDefault="00187E41" w:rsidP="00187E41">
                            <w:pPr>
                              <w:spacing w:after="0"/>
                              <w:rPr>
                                <w:rFonts w:ascii="Adria Slab" w:hAnsi="Adria Slab"/>
                                <w:color w:val="0A7C4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53109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9339" y="949069"/>
                          <a:ext cx="126365" cy="2882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48AA4D" id="Grupa 1" o:spid="_x0000_s1026" style="position:absolute;margin-left:-9.5pt;margin-top:-79.45pt;width:138.85pt;height:106.6pt;z-index:251662336" coordsize="17633,13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width:17633;height:1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" stroked="f">
                <v:textbox>
                  <w:txbxContent>
                    <w:p w14:paraId="7B0526D0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</w:pPr>
                      <w:r w:rsidRPr="00BB17A8">
                        <w:rPr>
                          <w:rFonts w:ascii="Adria Slab" w:hAnsi="Adria Slab"/>
                          <w:color w:val="0A7C40"/>
                          <w:sz w:val="20"/>
                          <w:szCs w:val="20"/>
                        </w:rPr>
                        <w:t>Urząd Miasta Końskowola</w:t>
                      </w:r>
                    </w:p>
                    <w:p w14:paraId="0FAEF5F2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ul. </w:t>
                      </w:r>
                      <w:proofErr w:type="spellStart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Pożowska</w:t>
                      </w:r>
                      <w:proofErr w:type="spellEnd"/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3A</w:t>
                      </w:r>
                    </w:p>
                    <w:p w14:paraId="461E0C7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24-130 Końskowola</w:t>
                      </w:r>
                    </w:p>
                    <w:p w14:paraId="09D14358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3C114216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NIP 716-26-71-389</w:t>
                      </w:r>
                    </w:p>
                    <w:p w14:paraId="7D212BE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REGON 431019661</w:t>
                      </w:r>
                    </w:p>
                    <w:p w14:paraId="7C9DCB3A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</w:p>
                    <w:p w14:paraId="4C8A6495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Pr="00BB17A8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881 62 01</w:t>
                      </w:r>
                    </w:p>
                    <w:p w14:paraId="74419359" w14:textId="3623E708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081</w:t>
                      </w:r>
                      <w:r w:rsidR="00A007F5">
                        <w:rPr>
                          <w:rFonts w:cs="Calibri"/>
                          <w:color w:val="767171" w:themeColor="background2" w:themeShade="80"/>
                          <w:sz w:val="14"/>
                          <w:szCs w:val="14"/>
                        </w:rPr>
                        <w:t> </w:t>
                      </w:r>
                      <w:r w:rsidR="00A007F5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881 </w:t>
                      </w: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>62 02</w:t>
                      </w:r>
                    </w:p>
                    <w:p w14:paraId="12BEBAC4" w14:textId="77777777" w:rsidR="00187E41" w:rsidRPr="00BB17A8" w:rsidRDefault="00187E41" w:rsidP="00187E41">
                      <w:pPr>
                        <w:spacing w:after="0"/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BB17A8">
                        <w:rPr>
                          <w:rFonts w:ascii="Adria Slab Light" w:hAnsi="Adria Slab Light"/>
                          <w:color w:val="767171" w:themeColor="background2" w:themeShade="80"/>
                          <w:sz w:val="14"/>
                          <w:szCs w:val="14"/>
                        </w:rPr>
                        <w:t xml:space="preserve">     ugkonskowola@post.pl</w:t>
                      </w:r>
                    </w:p>
                    <w:p w14:paraId="3A0FA761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  <w:p w14:paraId="0594F43B" w14:textId="77777777" w:rsidR="00187E41" w:rsidRPr="00BB17A8" w:rsidRDefault="00187E41" w:rsidP="00187E41">
                      <w:pPr>
                        <w:spacing w:after="0"/>
                        <w:rPr>
                          <w:rFonts w:ascii="Adria Slab" w:hAnsi="Adria Slab"/>
                          <w:color w:val="0A7C4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style="position:absolute;left:693;top:9490;width:1264;height:2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">
                <v:imagedata r:id="rId2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2EA15D" wp14:editId="60501366">
              <wp:simplePos x="0" y="0"/>
              <wp:positionH relativeFrom="column">
                <wp:posOffset>4320073</wp:posOffset>
              </wp:positionH>
              <wp:positionV relativeFrom="paragraph">
                <wp:posOffset>-35249</wp:posOffset>
              </wp:positionV>
              <wp:extent cx="1763395" cy="273020"/>
              <wp:effectExtent l="0" t="0" r="8255" b="0"/>
              <wp:wrapNone/>
              <wp:docPr id="30404315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273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8294A1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</w:pP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www.</w:t>
                          </w:r>
                          <w:r w:rsidRPr="00BB17A8">
                            <w:rPr>
                              <w:rFonts w:ascii="Adria Slab" w:hAnsi="Adria Slab"/>
                              <w:color w:val="0A7C40"/>
                              <w:sz w:val="20"/>
                              <w:szCs w:val="20"/>
                            </w:rPr>
                            <w:t>konskowola</w:t>
                          </w:r>
                          <w:r w:rsidRPr="00BB17A8">
                            <w:rPr>
                              <w:rFonts w:ascii="Adria Slab Light" w:hAnsi="Adria Slab Light"/>
                              <w:color w:val="767171" w:themeColor="background2" w:themeShade="80"/>
                              <w:sz w:val="20"/>
                              <w:szCs w:val="20"/>
                            </w:rPr>
                            <w:t>.info.pl</w:t>
                          </w:r>
                        </w:p>
                        <w:p w14:paraId="6C8CBDA7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  <w:p w14:paraId="6E548F59" w14:textId="77777777" w:rsidR="00187E41" w:rsidRPr="00BB17A8" w:rsidRDefault="00187E41" w:rsidP="00187E41">
                          <w:pPr>
                            <w:spacing w:after="0"/>
                            <w:rPr>
                              <w:rFonts w:ascii="Adria Slab" w:hAnsi="Adria Slab"/>
                              <w:color w:val="0A7C4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2EA15D" id="Pole tekstowe 2" o:spid="_x0000_s1029" type="#_x0000_t202" style="position:absolute;margin-left:340.15pt;margin-top:-2.8pt;width:138.85pt;height: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" stroked="f">
              <v:textbox>
                <w:txbxContent>
                  <w:p w14:paraId="408294A1" w14:textId="77777777" w:rsidR="00187E41" w:rsidRPr="00BB17A8" w:rsidRDefault="00187E41" w:rsidP="00187E41">
                    <w:pPr>
                      <w:spacing w:after="0"/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</w:pP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www.</w:t>
                    </w:r>
                    <w:r w:rsidRPr="00BB17A8">
                      <w:rPr>
                        <w:rFonts w:ascii="Adria Slab" w:hAnsi="Adria Slab"/>
                        <w:color w:val="0A7C40"/>
                        <w:sz w:val="20"/>
                        <w:szCs w:val="20"/>
                      </w:rPr>
                      <w:t>konskowola</w:t>
                    </w:r>
                    <w:r w:rsidRPr="00BB17A8">
                      <w:rPr>
                        <w:rFonts w:ascii="Adria Slab Light" w:hAnsi="Adria Slab Light"/>
                        <w:color w:val="767171" w:themeColor="background2" w:themeShade="80"/>
                        <w:sz w:val="20"/>
                        <w:szCs w:val="20"/>
                      </w:rPr>
                      <w:t>.info.pl</w:t>
                    </w:r>
                  </w:p>
                  <w:p w14:paraId="6C8CBDA7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  <w:p w14:paraId="6E548F59" w14:textId="77777777" w:rsidR="00187E41" w:rsidRPr="00BB17A8" w:rsidRDefault="00187E41" w:rsidP="00187E41">
                    <w:pPr>
                      <w:spacing w:after="0"/>
                      <w:rPr>
                        <w:rFonts w:ascii="Adria Slab" w:hAnsi="Adria Slab"/>
                        <w:color w:val="0A7C4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77C84" w14:textId="77777777" w:rsidR="006675B0" w:rsidRDefault="006675B0" w:rsidP="00F172A4">
      <w:pPr>
        <w:spacing w:after="0" w:line="240" w:lineRule="auto"/>
      </w:pPr>
      <w:r>
        <w:separator/>
      </w:r>
    </w:p>
  </w:footnote>
  <w:footnote w:type="continuationSeparator" w:id="0">
    <w:p w14:paraId="47593048" w14:textId="77777777" w:rsidR="006675B0" w:rsidRDefault="006675B0" w:rsidP="00F17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3B5B" w14:textId="53862090" w:rsidR="00F172A4" w:rsidRDefault="00187E41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64DA94E" wp14:editId="51CD7ECB">
          <wp:simplePos x="0" y="0"/>
          <wp:positionH relativeFrom="column">
            <wp:posOffset>308658</wp:posOffset>
          </wp:positionH>
          <wp:positionV relativeFrom="paragraph">
            <wp:posOffset>412798</wp:posOffset>
          </wp:positionV>
          <wp:extent cx="1811547" cy="739347"/>
          <wp:effectExtent l="0" t="0" r="0" b="3810"/>
          <wp:wrapNone/>
          <wp:docPr id="20375268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526892" name="Obraz 20375268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547" cy="739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2027"/>
    <w:multiLevelType w:val="hybridMultilevel"/>
    <w:tmpl w:val="9B70A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5AF2"/>
    <w:multiLevelType w:val="hybridMultilevel"/>
    <w:tmpl w:val="9B70AB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D51E5"/>
    <w:multiLevelType w:val="hybridMultilevel"/>
    <w:tmpl w:val="EE9ECAFA"/>
    <w:lvl w:ilvl="0" w:tplc="EB666DF6">
      <w:numFmt w:val="bullet"/>
      <w:lvlText w:val="-"/>
      <w:lvlJc w:val="left"/>
      <w:pPr>
        <w:ind w:left="560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65" w:hanging="360"/>
      </w:pPr>
      <w:rPr>
        <w:rFonts w:ascii="Wingdings" w:hAnsi="Wingdings" w:hint="default"/>
      </w:rPr>
    </w:lvl>
  </w:abstractNum>
  <w:num w:numId="1" w16cid:durableId="473303543">
    <w:abstractNumId w:val="2"/>
  </w:num>
  <w:num w:numId="2" w16cid:durableId="977993912">
    <w:abstractNumId w:val="0"/>
  </w:num>
  <w:num w:numId="3" w16cid:durableId="134119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AB"/>
    <w:rsid w:val="000020A0"/>
    <w:rsid w:val="00003D98"/>
    <w:rsid w:val="0002635F"/>
    <w:rsid w:val="00045E0F"/>
    <w:rsid w:val="00054C39"/>
    <w:rsid w:val="00055BB9"/>
    <w:rsid w:val="00074DE4"/>
    <w:rsid w:val="00091812"/>
    <w:rsid w:val="000A5FDC"/>
    <w:rsid w:val="000C209E"/>
    <w:rsid w:val="000D1309"/>
    <w:rsid w:val="00105864"/>
    <w:rsid w:val="00111891"/>
    <w:rsid w:val="0011300A"/>
    <w:rsid w:val="00131A06"/>
    <w:rsid w:val="00187E41"/>
    <w:rsid w:val="001922B4"/>
    <w:rsid w:val="001A15A5"/>
    <w:rsid w:val="001A2665"/>
    <w:rsid w:val="001A6E85"/>
    <w:rsid w:val="001C3EAB"/>
    <w:rsid w:val="001D5B0B"/>
    <w:rsid w:val="001E5EB6"/>
    <w:rsid w:val="00212087"/>
    <w:rsid w:val="002122DB"/>
    <w:rsid w:val="00220F52"/>
    <w:rsid w:val="00222E80"/>
    <w:rsid w:val="00237AB5"/>
    <w:rsid w:val="00255C79"/>
    <w:rsid w:val="00292E44"/>
    <w:rsid w:val="002A0033"/>
    <w:rsid w:val="002A017A"/>
    <w:rsid w:val="002A39BB"/>
    <w:rsid w:val="002C1BE4"/>
    <w:rsid w:val="002D31FF"/>
    <w:rsid w:val="002D6492"/>
    <w:rsid w:val="002D745F"/>
    <w:rsid w:val="002E4C76"/>
    <w:rsid w:val="002F7DC3"/>
    <w:rsid w:val="00304503"/>
    <w:rsid w:val="003254FC"/>
    <w:rsid w:val="0034617E"/>
    <w:rsid w:val="0036024E"/>
    <w:rsid w:val="00374BB3"/>
    <w:rsid w:val="00375E69"/>
    <w:rsid w:val="003B362A"/>
    <w:rsid w:val="003C6B8E"/>
    <w:rsid w:val="003E3B50"/>
    <w:rsid w:val="003F0864"/>
    <w:rsid w:val="003F1E74"/>
    <w:rsid w:val="003F295D"/>
    <w:rsid w:val="003F2ECE"/>
    <w:rsid w:val="003F46D4"/>
    <w:rsid w:val="004076E8"/>
    <w:rsid w:val="00431C5E"/>
    <w:rsid w:val="00447EEE"/>
    <w:rsid w:val="00452E12"/>
    <w:rsid w:val="004607C2"/>
    <w:rsid w:val="0047096C"/>
    <w:rsid w:val="004A33E0"/>
    <w:rsid w:val="004E57F1"/>
    <w:rsid w:val="00502959"/>
    <w:rsid w:val="005651A9"/>
    <w:rsid w:val="00590377"/>
    <w:rsid w:val="00594297"/>
    <w:rsid w:val="005A0353"/>
    <w:rsid w:val="005B41F3"/>
    <w:rsid w:val="005C4457"/>
    <w:rsid w:val="005D16B5"/>
    <w:rsid w:val="005D48DB"/>
    <w:rsid w:val="005F3F1C"/>
    <w:rsid w:val="00611284"/>
    <w:rsid w:val="006471B8"/>
    <w:rsid w:val="00654CC8"/>
    <w:rsid w:val="00662621"/>
    <w:rsid w:val="006675B0"/>
    <w:rsid w:val="006B0C76"/>
    <w:rsid w:val="006C1229"/>
    <w:rsid w:val="006D6C37"/>
    <w:rsid w:val="00703F64"/>
    <w:rsid w:val="00705BD1"/>
    <w:rsid w:val="00725E4E"/>
    <w:rsid w:val="00733FF3"/>
    <w:rsid w:val="00740650"/>
    <w:rsid w:val="0074777D"/>
    <w:rsid w:val="00752191"/>
    <w:rsid w:val="007A4F38"/>
    <w:rsid w:val="007A621A"/>
    <w:rsid w:val="007C0717"/>
    <w:rsid w:val="007C3FA5"/>
    <w:rsid w:val="007E5355"/>
    <w:rsid w:val="007F7104"/>
    <w:rsid w:val="00807824"/>
    <w:rsid w:val="00830D74"/>
    <w:rsid w:val="0083488D"/>
    <w:rsid w:val="00837E73"/>
    <w:rsid w:val="008A08FE"/>
    <w:rsid w:val="008B5E77"/>
    <w:rsid w:val="008D63CB"/>
    <w:rsid w:val="0090513B"/>
    <w:rsid w:val="009211AF"/>
    <w:rsid w:val="00933128"/>
    <w:rsid w:val="0094189F"/>
    <w:rsid w:val="00943BBF"/>
    <w:rsid w:val="009507B8"/>
    <w:rsid w:val="00971BFE"/>
    <w:rsid w:val="00993F0C"/>
    <w:rsid w:val="009A346C"/>
    <w:rsid w:val="009D191D"/>
    <w:rsid w:val="009D3490"/>
    <w:rsid w:val="009E0B2E"/>
    <w:rsid w:val="009E403E"/>
    <w:rsid w:val="009F2F2D"/>
    <w:rsid w:val="00A007F5"/>
    <w:rsid w:val="00A02A02"/>
    <w:rsid w:val="00A06392"/>
    <w:rsid w:val="00A10314"/>
    <w:rsid w:val="00A10447"/>
    <w:rsid w:val="00A26CBA"/>
    <w:rsid w:val="00A3422F"/>
    <w:rsid w:val="00A368CC"/>
    <w:rsid w:val="00A51A40"/>
    <w:rsid w:val="00A6082F"/>
    <w:rsid w:val="00A70772"/>
    <w:rsid w:val="00A777A5"/>
    <w:rsid w:val="00A84F23"/>
    <w:rsid w:val="00A92562"/>
    <w:rsid w:val="00AA6F41"/>
    <w:rsid w:val="00AF118C"/>
    <w:rsid w:val="00B51014"/>
    <w:rsid w:val="00B95B0F"/>
    <w:rsid w:val="00BC73A0"/>
    <w:rsid w:val="00BE7442"/>
    <w:rsid w:val="00C004E9"/>
    <w:rsid w:val="00C06A30"/>
    <w:rsid w:val="00C709A6"/>
    <w:rsid w:val="00C82E3F"/>
    <w:rsid w:val="00C909FE"/>
    <w:rsid w:val="00C947AF"/>
    <w:rsid w:val="00CB5DD0"/>
    <w:rsid w:val="00CC1FE7"/>
    <w:rsid w:val="00D05A58"/>
    <w:rsid w:val="00D11322"/>
    <w:rsid w:val="00D35B1E"/>
    <w:rsid w:val="00D619CE"/>
    <w:rsid w:val="00D63524"/>
    <w:rsid w:val="00D74A51"/>
    <w:rsid w:val="00D8414B"/>
    <w:rsid w:val="00D97259"/>
    <w:rsid w:val="00DA2DDB"/>
    <w:rsid w:val="00DC031B"/>
    <w:rsid w:val="00E166FF"/>
    <w:rsid w:val="00E1751C"/>
    <w:rsid w:val="00E21B39"/>
    <w:rsid w:val="00E45922"/>
    <w:rsid w:val="00E70339"/>
    <w:rsid w:val="00E724E7"/>
    <w:rsid w:val="00E72B9A"/>
    <w:rsid w:val="00E73E5C"/>
    <w:rsid w:val="00E74832"/>
    <w:rsid w:val="00E834AB"/>
    <w:rsid w:val="00EA239D"/>
    <w:rsid w:val="00EC7C36"/>
    <w:rsid w:val="00ED0083"/>
    <w:rsid w:val="00ED21A6"/>
    <w:rsid w:val="00EF3E6B"/>
    <w:rsid w:val="00F00141"/>
    <w:rsid w:val="00F069FC"/>
    <w:rsid w:val="00F074C6"/>
    <w:rsid w:val="00F145E9"/>
    <w:rsid w:val="00F172A4"/>
    <w:rsid w:val="00F46C8E"/>
    <w:rsid w:val="00FB04ED"/>
    <w:rsid w:val="00FC6B9C"/>
    <w:rsid w:val="00FD17B8"/>
    <w:rsid w:val="00FE69E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0654E"/>
  <w15:chartTrackingRefBased/>
  <w15:docId w15:val="{F1CDDC3F-7388-4D5D-A0D2-FBFA5B6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2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2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2A4"/>
    <w:rPr>
      <w:sz w:val="22"/>
      <w:szCs w:val="22"/>
      <w:lang w:eastAsia="en-US"/>
    </w:rPr>
  </w:style>
  <w:style w:type="paragraph" w:styleId="NormalnyWeb">
    <w:name w:val="Normal (Web)"/>
    <w:basedOn w:val="Normalny"/>
    <w:unhideWhenUsed/>
    <w:qFormat/>
    <w:rsid w:val="008D63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3E6B"/>
    <w:pPr>
      <w:ind w:left="720"/>
      <w:contextualSpacing/>
    </w:pPr>
  </w:style>
  <w:style w:type="paragraph" w:customStyle="1" w:styleId="Standard">
    <w:name w:val="Standard"/>
    <w:rsid w:val="00590377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/>
    </w:rPr>
  </w:style>
  <w:style w:type="paragraph" w:customStyle="1" w:styleId="Default">
    <w:name w:val="Default"/>
    <w:rsid w:val="0059037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Tekst">
    <w:name w:val="Tekst"/>
    <w:basedOn w:val="Normalny"/>
    <w:rsid w:val="00590377"/>
    <w:pPr>
      <w:keepNext/>
      <w:widowControl w:val="0"/>
      <w:suppressAutoHyphens/>
      <w:spacing w:after="120" w:line="100" w:lineRule="atLeast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212087"/>
    <w:pPr>
      <w:keepNext/>
      <w:widowControl w:val="0"/>
      <w:suppressLineNumbers/>
      <w:suppressAutoHyphens/>
      <w:spacing w:line="100" w:lineRule="atLeast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&#322;\Desktop\GOTOWE%20MATEIRA&#321;Y\Ko&#324;skowola%20-%20Akcydensy\Papier%20Firmowy\Korespondencja%20wewn&#281;trzna%20(druk%20biurowy,%20wersje%20cyfrowe)\Word\KO&#323;SKOWLA_Papier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KOŃSKOWLA_PapierFirmowy</Template>
  <TotalTime>5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kszmigiel</cp:lastModifiedBy>
  <cp:revision>4</cp:revision>
  <cp:lastPrinted>2025-07-18T07:03:00Z</cp:lastPrinted>
  <dcterms:created xsi:type="dcterms:W3CDTF">2025-07-18T06:57:00Z</dcterms:created>
  <dcterms:modified xsi:type="dcterms:W3CDTF">2025-07-18T07:08:00Z</dcterms:modified>
</cp:coreProperties>
</file>